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DD7409" w:rsidRDefault="00B31625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F11992">
        <w:rPr>
          <w:rFonts w:ascii="Arial" w:eastAsia="Arial Unicode MS" w:hAnsi="Arial" w:cs="Arial"/>
          <w:b/>
          <w:bCs/>
          <w:sz w:val="20"/>
          <w:szCs w:val="20"/>
        </w:rPr>
        <w:t xml:space="preserve">5 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-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DD7409">
        <w:rPr>
          <w:rFonts w:ascii="Arial" w:eastAsia="Arial Unicode MS" w:hAnsi="Arial" w:cs="Arial"/>
          <w:b/>
          <w:bCs/>
          <w:sz w:val="20"/>
          <w:szCs w:val="20"/>
        </w:rPr>
        <w:t xml:space="preserve">RESPONSABILITA’ CIVILE VERSO TERZI E </w:t>
      </w:r>
    </w:p>
    <w:p w:rsidR="006A131D" w:rsidRDefault="00DD7409" w:rsidP="00DD0544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VERSO DIPENDENTI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ECONOMICA</w:t>
      </w:r>
    </w:p>
    <w:p w:rsidR="00575959" w:rsidRDefault="00575959" w:rsidP="00FD05C3">
      <w:pPr>
        <w:autoSpaceDE w:val="0"/>
        <w:autoSpaceDN w:val="0"/>
        <w:adjustRightInd w:val="0"/>
        <w:spacing w:line="240" w:lineRule="exact"/>
        <w:jc w:val="right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3278AF" w:rsidRDefault="00575959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132"/>
        <w:gridCol w:w="2664"/>
      </w:tblGrid>
      <w:tr w:rsidR="007E75BD" w:rsidRPr="00E67A6A" w:rsidTr="00335EE4">
        <w:trPr>
          <w:trHeight w:hRule="exact" w:val="539"/>
        </w:trPr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:rsidR="007E75BD" w:rsidRPr="00E67A6A" w:rsidRDefault="007E75BD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5132" w:type="dxa"/>
            <w:shd w:val="clear" w:color="auto" w:fill="FDE9D9" w:themeFill="accent6" w:themeFillTint="33"/>
            <w:vAlign w:val="center"/>
          </w:tcPr>
          <w:p w:rsidR="007E75BD" w:rsidRPr="00E67A6A" w:rsidRDefault="00335EE4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</w:tc>
        <w:tc>
          <w:tcPr>
            <w:tcW w:w="2664" w:type="dxa"/>
            <w:shd w:val="clear" w:color="auto" w:fill="FDE9D9" w:themeFill="accent6" w:themeFillTint="33"/>
            <w:vAlign w:val="center"/>
          </w:tcPr>
          <w:p w:rsidR="007E75BD" w:rsidRPr="008A14B4" w:rsidRDefault="007E75BD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TASSO LORDO</w:t>
            </w:r>
          </w:p>
        </w:tc>
      </w:tr>
      <w:tr w:rsidR="007E75BD" w:rsidRPr="00E67A6A" w:rsidTr="00335EE4">
        <w:trPr>
          <w:trHeight w:val="397"/>
        </w:trPr>
        <w:tc>
          <w:tcPr>
            <w:tcW w:w="1843" w:type="dxa"/>
            <w:vMerge/>
            <w:vAlign w:val="center"/>
          </w:tcPr>
          <w:p w:rsidR="007E75BD" w:rsidRPr="00E67A6A" w:rsidRDefault="007E75BD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2" w:type="dxa"/>
            <w:shd w:val="clear" w:color="auto" w:fill="auto"/>
            <w:vAlign w:val="center"/>
          </w:tcPr>
          <w:p w:rsidR="007E75BD" w:rsidRDefault="00DD7409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Tasso annuo lordo sulle retribuzioni preventivate</w:t>
            </w:r>
          </w:p>
          <w:p w:rsidR="00881DF6" w:rsidRPr="00E67A6A" w:rsidRDefault="00881DF6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€ 870.000,00</w:t>
            </w:r>
          </w:p>
        </w:tc>
        <w:tc>
          <w:tcPr>
            <w:tcW w:w="2664" w:type="dxa"/>
            <w:vAlign w:val="center"/>
          </w:tcPr>
          <w:p w:rsidR="007E75BD" w:rsidRPr="00FF14D4" w:rsidRDefault="007E75BD" w:rsidP="003F6140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268"/>
        <w:gridCol w:w="2693"/>
      </w:tblGrid>
      <w:tr w:rsidR="007E75BD" w:rsidRPr="00E67A6A" w:rsidTr="003F6140">
        <w:trPr>
          <w:trHeight w:hRule="exact" w:val="539"/>
        </w:trPr>
        <w:tc>
          <w:tcPr>
            <w:tcW w:w="467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7E75BD" w:rsidRPr="008A14B4" w:rsidRDefault="007E75BD" w:rsidP="003F6140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4B4">
              <w:rPr>
                <w:rFonts w:ascii="Arial" w:hAnsi="Arial" w:cs="Arial"/>
                <w:b/>
                <w:sz w:val="20"/>
                <w:szCs w:val="20"/>
              </w:rPr>
              <w:t>Prezzo in lettere</w:t>
            </w:r>
          </w:p>
        </w:tc>
      </w:tr>
      <w:tr w:rsidR="007E75BD" w:rsidRPr="00E67A6A" w:rsidTr="007E75BD">
        <w:trPr>
          <w:trHeight w:val="397"/>
        </w:trPr>
        <w:tc>
          <w:tcPr>
            <w:tcW w:w="4678" w:type="dxa"/>
            <w:vAlign w:val="center"/>
          </w:tcPr>
          <w:p w:rsidR="007E75BD" w:rsidRPr="00E67A6A" w:rsidRDefault="007E75BD" w:rsidP="003F6140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Premio ANNUO LORDO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693" w:type="dxa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Euro __________________</w:t>
            </w:r>
          </w:p>
        </w:tc>
      </w:tr>
    </w:tbl>
    <w:p w:rsidR="007E75BD" w:rsidRDefault="007E75BD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 w:rsidRPr="00FF14D4">
        <w:rPr>
          <w:rFonts w:ascii="Arial" w:eastAsia="Arial Unicode MS" w:hAnsi="Arial" w:cs="Arial"/>
          <w:b/>
          <w:sz w:val="20"/>
          <w:szCs w:val="20"/>
        </w:rPr>
        <w:t xml:space="preserve">DICHIARA </w:t>
      </w:r>
      <w:r w:rsidRPr="00FF14D4">
        <w:rPr>
          <w:rFonts w:ascii="Arial" w:eastAsia="Arial Unicode MS" w:hAnsi="Arial" w:cs="Arial"/>
          <w:sz w:val="20"/>
          <w:szCs w:val="20"/>
        </w:rPr>
        <w:t xml:space="preserve">che il </w:t>
      </w:r>
      <w:r w:rsidRPr="008A14B4">
        <w:rPr>
          <w:rFonts w:ascii="Arial" w:eastAsia="Arial Unicode MS" w:hAnsi="Arial" w:cs="Arial"/>
          <w:sz w:val="20"/>
          <w:szCs w:val="20"/>
          <w:u w:val="single"/>
        </w:rPr>
        <w:t>prezzo offerto è comprensivo</w:t>
      </w:r>
      <w:r w:rsidRPr="00FF14D4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de</w:t>
      </w:r>
      <w:r w:rsidRPr="00FF14D4">
        <w:rPr>
          <w:rFonts w:ascii="Arial" w:eastAsia="Arial Unicode MS" w:hAnsi="Arial" w:cs="Arial"/>
          <w:sz w:val="20"/>
          <w:szCs w:val="20"/>
        </w:rPr>
        <w:t>gli oneri di sicurezza aziendali, non soggetti a ribasso, come di seguito quantificati:</w:t>
      </w:r>
    </w:p>
    <w:p w:rsidR="0073300B" w:rsidRDefault="0073300B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2552"/>
        <w:gridCol w:w="2409"/>
      </w:tblGrid>
      <w:tr w:rsidR="00543D58" w:rsidRPr="00FF14D4" w:rsidTr="00134545">
        <w:trPr>
          <w:trHeight w:val="2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53D15">
              <w:rPr>
                <w:rFonts w:ascii="Arial" w:eastAsia="Arial Unicode MS" w:hAnsi="Arial" w:cs="Arial"/>
                <w:b/>
                <w:sz w:val="20"/>
                <w:szCs w:val="20"/>
              </w:rPr>
              <w:t>Importi non soggetti a ribasso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Importo complessivo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Incidenza percentuale</w:t>
            </w:r>
          </w:p>
        </w:tc>
      </w:tr>
      <w:tr w:rsidR="00543D58" w:rsidRPr="00FF14D4" w:rsidTr="00134545">
        <w:trPr>
          <w:trHeight w:hRule="exact"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8" w:rsidRPr="008A14B4" w:rsidRDefault="00543D58" w:rsidP="0031630F">
            <w:pPr>
              <w:autoSpaceDE w:val="0"/>
              <w:autoSpaceDN w:val="0"/>
              <w:adjustRightInd w:val="0"/>
              <w:spacing w:line="240" w:lineRule="exact"/>
              <w:ind w:left="176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Oneri della sicurezza aziendali </w:t>
            </w:r>
            <w:r w:rsidR="00797CA4">
              <w:rPr>
                <w:rFonts w:ascii="Arial" w:eastAsia="Arial Unicode MS" w:hAnsi="Arial" w:cs="Arial"/>
                <w:bCs/>
                <w:sz w:val="20"/>
                <w:szCs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0A3E86" w:rsidRDefault="000A3E86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E56A1E" w:rsidRDefault="00E56A1E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E56A1E" w:rsidRPr="000A2D32" w:rsidRDefault="00E56A1E" w:rsidP="00E56A1E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color w:val="00000A"/>
          <w:sz w:val="20"/>
          <w:szCs w:val="20"/>
        </w:rPr>
        <w:t>:</w:t>
      </w:r>
    </w:p>
    <w:p w:rsidR="00E56A1E" w:rsidRDefault="00E56A1E" w:rsidP="00E56A1E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E56A1E" w:rsidRPr="000A2D32" w:rsidRDefault="00E56A1E" w:rsidP="00E56A1E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E56A1E" w:rsidRDefault="00E56A1E" w:rsidP="00E56A1E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E56A1E" w:rsidRDefault="00E56A1E" w:rsidP="00E56A1E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E56A1E" w:rsidRDefault="00E56A1E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E56A1E" w:rsidRDefault="00E56A1E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E56A1E" w:rsidRDefault="00E56A1E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E56A1E" w:rsidRDefault="00E56A1E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>capitolato di gara e in tutti i suoi allegati;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lastRenderedPageBreak/>
        <w:t>che i prezzi offerti si intendono al netto di IVA e comprensivi di oneri fiscali e di ogni altro onere e spesa connessi con l'esecuzione del contratto.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0A3E86" w:rsidRDefault="000A3E86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A3E86" w:rsidRDefault="000A3E86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F665E8" w:rsidRDefault="00F665E8" w:rsidP="00F665E8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</w:p>
    <w:p w:rsidR="00F665E8" w:rsidRPr="000A2D32" w:rsidRDefault="00F665E8" w:rsidP="00F665E8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</w:p>
    <w:p w:rsidR="00F665E8" w:rsidRPr="000A2D32" w:rsidRDefault="00F665E8" w:rsidP="00F665E8">
      <w:pPr>
        <w:autoSpaceDE w:val="0"/>
        <w:autoSpaceDN w:val="0"/>
        <w:adjustRightInd w:val="0"/>
        <w:rPr>
          <w:rFonts w:ascii="Arial" w:eastAsia="Arial Unicode MS" w:hAnsi="Arial" w:cs="Arial"/>
          <w:b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</w:t>
      </w:r>
      <w:r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imprese componenti il raggruppamento/consorzio/coassicurazione.</w:t>
      </w:r>
    </w:p>
    <w:p w:rsidR="00F665E8" w:rsidRDefault="00F665E8" w:rsidP="00F665E8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F665E8" w:rsidRDefault="00F665E8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A3E86" w:rsidRDefault="000A3E86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A3E86" w:rsidRDefault="000A3E86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A3E86" w:rsidRDefault="000A3E86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A3E86" w:rsidRDefault="000A3E86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E948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77C" w:rsidRDefault="00C9777C">
      <w:r>
        <w:separator/>
      </w:r>
    </w:p>
  </w:endnote>
  <w:endnote w:type="continuationSeparator" w:id="0">
    <w:p w:rsidR="00C9777C" w:rsidRDefault="00C97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CAB" w:rsidRDefault="001D4CA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CAB" w:rsidRDefault="001D4CA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77C" w:rsidRDefault="00C9777C">
      <w:r>
        <w:separator/>
      </w:r>
    </w:p>
  </w:footnote>
  <w:footnote w:type="continuationSeparator" w:id="0">
    <w:p w:rsidR="00C9777C" w:rsidRDefault="00C9777C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E56A1E" w:rsidRPr="00543D58" w:rsidRDefault="00E56A1E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E9484D" w:rsidRPr="008956EB" w:rsidRDefault="00E9484D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CAB" w:rsidRDefault="001D4CA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605EF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605EF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1D4CAB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605EF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605EF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605EF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1D4CAB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605EF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84D" w:rsidRPr="00F159CC" w:rsidRDefault="00E9484D" w:rsidP="00E9484D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E9484D" w:rsidRPr="00F159CC" w:rsidRDefault="00E9484D" w:rsidP="00E9484D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E9484D" w:rsidRPr="00250406" w:rsidRDefault="00E9484D" w:rsidP="00E9484D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605EF5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605EF5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1D4CAB">
      <w:rPr>
        <w:rFonts w:ascii="Arial" w:hAnsi="Arial" w:cs="Arial"/>
        <w:b/>
        <w:bCs/>
        <w:i/>
        <w:noProof/>
        <w:sz w:val="18"/>
        <w:szCs w:val="18"/>
      </w:rPr>
      <w:t>1</w:t>
    </w:r>
    <w:r w:rsidR="00605EF5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605EF5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605EF5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1D4CAB">
      <w:rPr>
        <w:rFonts w:ascii="Arial" w:hAnsi="Arial" w:cs="Arial"/>
        <w:b/>
        <w:bCs/>
        <w:i/>
        <w:noProof/>
        <w:sz w:val="18"/>
        <w:szCs w:val="18"/>
      </w:rPr>
      <w:t>2</w:t>
    </w:r>
    <w:r w:rsidR="00605EF5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E9484D" w:rsidRDefault="00E9484D" w:rsidP="00E9484D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E9484D" w:rsidRDefault="00E9484D" w:rsidP="00E9484D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E9484D" w:rsidRPr="007100BD" w:rsidRDefault="00E9484D" w:rsidP="00E9484D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3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4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5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29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0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6"/>
  </w:num>
  <w:num w:numId="4">
    <w:abstractNumId w:val="0"/>
  </w:num>
  <w:num w:numId="5">
    <w:abstractNumId w:val="37"/>
  </w:num>
  <w:num w:numId="6">
    <w:abstractNumId w:val="19"/>
  </w:num>
  <w:num w:numId="7">
    <w:abstractNumId w:val="23"/>
  </w:num>
  <w:num w:numId="8">
    <w:abstractNumId w:val="6"/>
  </w:num>
  <w:num w:numId="9">
    <w:abstractNumId w:val="29"/>
  </w:num>
  <w:num w:numId="10">
    <w:abstractNumId w:val="10"/>
  </w:num>
  <w:num w:numId="11">
    <w:abstractNumId w:val="17"/>
  </w:num>
  <w:num w:numId="12">
    <w:abstractNumId w:val="8"/>
  </w:num>
  <w:num w:numId="13">
    <w:abstractNumId w:val="26"/>
  </w:num>
  <w:num w:numId="14">
    <w:abstractNumId w:val="13"/>
  </w:num>
  <w:num w:numId="15">
    <w:abstractNumId w:val="11"/>
  </w:num>
  <w:num w:numId="16">
    <w:abstractNumId w:val="25"/>
  </w:num>
  <w:num w:numId="17">
    <w:abstractNumId w:val="12"/>
  </w:num>
  <w:num w:numId="18">
    <w:abstractNumId w:val="35"/>
  </w:num>
  <w:num w:numId="19">
    <w:abstractNumId w:val="7"/>
  </w:num>
  <w:num w:numId="20">
    <w:abstractNumId w:val="32"/>
  </w:num>
  <w:num w:numId="21">
    <w:abstractNumId w:val="14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7"/>
  </w:num>
  <w:num w:numId="28">
    <w:abstractNumId w:val="30"/>
  </w:num>
  <w:num w:numId="29">
    <w:abstractNumId w:val="9"/>
  </w:num>
  <w:num w:numId="30">
    <w:abstractNumId w:val="28"/>
  </w:num>
  <w:num w:numId="31">
    <w:abstractNumId w:val="31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5"/>
  </w:num>
  <w:num w:numId="35">
    <w:abstractNumId w:val="20"/>
  </w:num>
  <w:num w:numId="36">
    <w:abstractNumId w:val="1"/>
  </w:num>
  <w:num w:numId="37">
    <w:abstractNumId w:val="18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1E8A"/>
    <w:rsid w:val="00025CE2"/>
    <w:rsid w:val="00046B7B"/>
    <w:rsid w:val="00052F98"/>
    <w:rsid w:val="00061756"/>
    <w:rsid w:val="0009767B"/>
    <w:rsid w:val="000A3E86"/>
    <w:rsid w:val="000B2CE9"/>
    <w:rsid w:val="000F04F0"/>
    <w:rsid w:val="000F07AB"/>
    <w:rsid w:val="00112790"/>
    <w:rsid w:val="00117F82"/>
    <w:rsid w:val="00134545"/>
    <w:rsid w:val="00154332"/>
    <w:rsid w:val="0015624F"/>
    <w:rsid w:val="00167FAA"/>
    <w:rsid w:val="0018682E"/>
    <w:rsid w:val="001B738F"/>
    <w:rsid w:val="001D4CAB"/>
    <w:rsid w:val="00216BB7"/>
    <w:rsid w:val="00223CA8"/>
    <w:rsid w:val="00237486"/>
    <w:rsid w:val="00250406"/>
    <w:rsid w:val="002D4F2D"/>
    <w:rsid w:val="0031630F"/>
    <w:rsid w:val="00325705"/>
    <w:rsid w:val="003278AF"/>
    <w:rsid w:val="00335EE4"/>
    <w:rsid w:val="003402B0"/>
    <w:rsid w:val="003416ED"/>
    <w:rsid w:val="0039090C"/>
    <w:rsid w:val="00392DBA"/>
    <w:rsid w:val="00395033"/>
    <w:rsid w:val="003A3660"/>
    <w:rsid w:val="003C06C0"/>
    <w:rsid w:val="003D513E"/>
    <w:rsid w:val="00402DA4"/>
    <w:rsid w:val="00424EA0"/>
    <w:rsid w:val="00425948"/>
    <w:rsid w:val="00430AA7"/>
    <w:rsid w:val="00473EF6"/>
    <w:rsid w:val="004A60EF"/>
    <w:rsid w:val="004B6160"/>
    <w:rsid w:val="004D088D"/>
    <w:rsid w:val="0050680F"/>
    <w:rsid w:val="00513925"/>
    <w:rsid w:val="00531DF5"/>
    <w:rsid w:val="00543B14"/>
    <w:rsid w:val="00543D58"/>
    <w:rsid w:val="00575959"/>
    <w:rsid w:val="00576A16"/>
    <w:rsid w:val="005A78D2"/>
    <w:rsid w:val="005D5AF8"/>
    <w:rsid w:val="005E13C2"/>
    <w:rsid w:val="005E7D1D"/>
    <w:rsid w:val="005F093E"/>
    <w:rsid w:val="005F0BBA"/>
    <w:rsid w:val="00601CBF"/>
    <w:rsid w:val="00605EF5"/>
    <w:rsid w:val="00610677"/>
    <w:rsid w:val="00612C2F"/>
    <w:rsid w:val="00656F71"/>
    <w:rsid w:val="00657AC9"/>
    <w:rsid w:val="0066460A"/>
    <w:rsid w:val="006A131D"/>
    <w:rsid w:val="006A2CD8"/>
    <w:rsid w:val="006C3A1D"/>
    <w:rsid w:val="006C590F"/>
    <w:rsid w:val="006C7939"/>
    <w:rsid w:val="007100BD"/>
    <w:rsid w:val="0073300B"/>
    <w:rsid w:val="00750FCF"/>
    <w:rsid w:val="00781617"/>
    <w:rsid w:val="007955C3"/>
    <w:rsid w:val="00797CA4"/>
    <w:rsid w:val="007A3AD0"/>
    <w:rsid w:val="007A4CD0"/>
    <w:rsid w:val="007C7E9C"/>
    <w:rsid w:val="007E4BC9"/>
    <w:rsid w:val="007E56A8"/>
    <w:rsid w:val="007E75BD"/>
    <w:rsid w:val="007F1BE9"/>
    <w:rsid w:val="00801B0B"/>
    <w:rsid w:val="00803C31"/>
    <w:rsid w:val="00837A1D"/>
    <w:rsid w:val="00874626"/>
    <w:rsid w:val="00881DF6"/>
    <w:rsid w:val="008956EB"/>
    <w:rsid w:val="008D12D1"/>
    <w:rsid w:val="008E0150"/>
    <w:rsid w:val="008F1254"/>
    <w:rsid w:val="008F378A"/>
    <w:rsid w:val="00915F24"/>
    <w:rsid w:val="00917A38"/>
    <w:rsid w:val="0097668D"/>
    <w:rsid w:val="009859BB"/>
    <w:rsid w:val="009B218C"/>
    <w:rsid w:val="009E7201"/>
    <w:rsid w:val="009F3076"/>
    <w:rsid w:val="009F4288"/>
    <w:rsid w:val="00A00D00"/>
    <w:rsid w:val="00A2301C"/>
    <w:rsid w:val="00A23030"/>
    <w:rsid w:val="00A40C0B"/>
    <w:rsid w:val="00A70C93"/>
    <w:rsid w:val="00A931CE"/>
    <w:rsid w:val="00AA3ADE"/>
    <w:rsid w:val="00AB3EA8"/>
    <w:rsid w:val="00AD2381"/>
    <w:rsid w:val="00AD4AC4"/>
    <w:rsid w:val="00AE59CA"/>
    <w:rsid w:val="00B13F3F"/>
    <w:rsid w:val="00B31625"/>
    <w:rsid w:val="00B35077"/>
    <w:rsid w:val="00B36FE3"/>
    <w:rsid w:val="00B4389B"/>
    <w:rsid w:val="00B44613"/>
    <w:rsid w:val="00B61482"/>
    <w:rsid w:val="00B62BE5"/>
    <w:rsid w:val="00B76F54"/>
    <w:rsid w:val="00B815CF"/>
    <w:rsid w:val="00B93914"/>
    <w:rsid w:val="00B975F0"/>
    <w:rsid w:val="00BB3D79"/>
    <w:rsid w:val="00BB4260"/>
    <w:rsid w:val="00BC0DF0"/>
    <w:rsid w:val="00BF542F"/>
    <w:rsid w:val="00C004D4"/>
    <w:rsid w:val="00C2361F"/>
    <w:rsid w:val="00C3186C"/>
    <w:rsid w:val="00C43A2F"/>
    <w:rsid w:val="00C74C7D"/>
    <w:rsid w:val="00C87E94"/>
    <w:rsid w:val="00C95A81"/>
    <w:rsid w:val="00C9777C"/>
    <w:rsid w:val="00CD3481"/>
    <w:rsid w:val="00CF1441"/>
    <w:rsid w:val="00D0545D"/>
    <w:rsid w:val="00D200EC"/>
    <w:rsid w:val="00D32996"/>
    <w:rsid w:val="00D36952"/>
    <w:rsid w:val="00D54857"/>
    <w:rsid w:val="00D713B6"/>
    <w:rsid w:val="00D812ED"/>
    <w:rsid w:val="00D870CA"/>
    <w:rsid w:val="00DA3FED"/>
    <w:rsid w:val="00DB36CB"/>
    <w:rsid w:val="00DD0544"/>
    <w:rsid w:val="00DD7409"/>
    <w:rsid w:val="00E00448"/>
    <w:rsid w:val="00E06980"/>
    <w:rsid w:val="00E16E27"/>
    <w:rsid w:val="00E26E24"/>
    <w:rsid w:val="00E308A1"/>
    <w:rsid w:val="00E56A1E"/>
    <w:rsid w:val="00E67410"/>
    <w:rsid w:val="00E7072C"/>
    <w:rsid w:val="00E72C8C"/>
    <w:rsid w:val="00E93CE1"/>
    <w:rsid w:val="00E9484D"/>
    <w:rsid w:val="00E9753B"/>
    <w:rsid w:val="00EA0207"/>
    <w:rsid w:val="00EA66EE"/>
    <w:rsid w:val="00EB0517"/>
    <w:rsid w:val="00F01516"/>
    <w:rsid w:val="00F03F5E"/>
    <w:rsid w:val="00F11992"/>
    <w:rsid w:val="00F13611"/>
    <w:rsid w:val="00F159CC"/>
    <w:rsid w:val="00F21E3D"/>
    <w:rsid w:val="00F665E8"/>
    <w:rsid w:val="00F72306"/>
    <w:rsid w:val="00F97088"/>
    <w:rsid w:val="00FD05C3"/>
    <w:rsid w:val="00FE384D"/>
    <w:rsid w:val="00FE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CDCFA-0CC4-4F51-BF6F-903D8A1A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31</TotalTime>
  <Pages>2</Pages>
  <Words>351</Words>
  <Characters>2602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21</cp:revision>
  <cp:lastPrinted>2016-08-30T13:49:00Z</cp:lastPrinted>
  <dcterms:created xsi:type="dcterms:W3CDTF">2016-09-09T11:26:00Z</dcterms:created>
  <dcterms:modified xsi:type="dcterms:W3CDTF">2021-05-27T16:01:00Z</dcterms:modified>
</cp:coreProperties>
</file>